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3ECECA7E" w:rsidR="004C3F20" w:rsidRPr="00712698" w:rsidRDefault="00A32898" w:rsidP="004B1C04">
            <w:pPr>
              <w:spacing w:before="60" w:after="60"/>
              <w:jc w:val="center"/>
              <w:rPr>
                <w:rFonts w:ascii="Times New Roman" w:hAnsi="Times New Roman"/>
              </w:rPr>
            </w:pPr>
            <w:bookmarkStart w:id="1" w:name="RPA"/>
            <w:bookmarkEnd w:id="1"/>
            <w:r w:rsidRPr="00A32898">
              <w:rPr>
                <w:rFonts w:ascii="Times New Roman" w:hAnsi="Times New Roman"/>
              </w:rPr>
              <w:t>Monsieur le directeur du service d’infrastructure de la défense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298EC55E" w14:textId="765F238C" w:rsidR="004B1C04" w:rsidRPr="00E110F0" w:rsidRDefault="004B1C04" w:rsidP="004B1C04">
            <w:pPr>
              <w:tabs>
                <w:tab w:val="left" w:pos="10065"/>
              </w:tabs>
              <w:spacing w:before="60" w:after="60"/>
              <w:jc w:val="center"/>
              <w:rPr>
                <w:rFonts w:ascii="Times New Roman" w:hAnsi="Times New Roman"/>
                <w:lang w:eastAsia="ar-SA"/>
              </w:rPr>
            </w:pPr>
            <w:bookmarkStart w:id="2" w:name="Moe1"/>
            <w:bookmarkEnd w:id="2"/>
            <w:r w:rsidRPr="00E110F0">
              <w:rPr>
                <w:rFonts w:ascii="Times New Roman" w:hAnsi="Times New Roman"/>
                <w:lang w:eastAsia="ar-SA"/>
              </w:rPr>
              <w:t>PMO de Corse - Camp Henry Martin</w:t>
            </w:r>
          </w:p>
          <w:p w14:paraId="15A69DE2" w14:textId="42B29AE3" w:rsidR="004C3F20" w:rsidRPr="00712698" w:rsidRDefault="00C65F9C" w:rsidP="004B1C04">
            <w:pPr>
              <w:tabs>
                <w:tab w:val="left" w:pos="10065"/>
              </w:tabs>
              <w:spacing w:before="60" w:after="60"/>
              <w:rPr>
                <w:rFonts w:ascii="Times New Roman" w:hAnsi="Times New Roman"/>
              </w:rPr>
            </w:pPr>
            <w:r>
              <w:rPr>
                <w:rFonts w:ascii="Times New Roman" w:hAnsi="Times New Roman"/>
                <w:lang w:eastAsia="ar-SA"/>
              </w:rPr>
              <w:t xml:space="preserve">                          </w:t>
            </w:r>
            <w:r w:rsidR="004B1C04">
              <w:rPr>
                <w:rFonts w:ascii="Times New Roman" w:hAnsi="Times New Roman"/>
                <w:lang w:eastAsia="ar-SA"/>
              </w:rPr>
              <w:t>CS 60101 - 20290 BORGO</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4B6FCA1B" w14:textId="45473A61"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 xml:space="preserve">Monsieur Jean-Yves </w:t>
            </w:r>
            <w:r w:rsidR="00596923" w:rsidRPr="00E110F0">
              <w:rPr>
                <w:rFonts w:ascii="Times New Roman" w:hAnsi="Times New Roman"/>
                <w:bCs/>
              </w:rPr>
              <w:t>LAPAQUELLERIE</w:t>
            </w:r>
          </w:p>
          <w:p w14:paraId="1AA95A4F" w14:textId="77777777"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Tél. : 04 95 59 39 41</w:t>
            </w:r>
          </w:p>
          <w:p w14:paraId="451F6F3D" w14:textId="6DFA3CC6" w:rsidR="004C3F20" w:rsidRPr="00712698" w:rsidRDefault="004B1C04" w:rsidP="004B1C04">
            <w:pPr>
              <w:tabs>
                <w:tab w:val="left" w:pos="10065"/>
              </w:tabs>
              <w:spacing w:before="60" w:after="60"/>
              <w:rPr>
                <w:rFonts w:ascii="Times New Roman" w:hAnsi="Times New Roman"/>
                <w:b/>
                <w:bCs/>
              </w:rPr>
            </w:pPr>
            <w:r w:rsidRPr="00E110F0">
              <w:rPr>
                <w:rFonts w:ascii="Times New Roman" w:hAnsi="Times New Roman"/>
                <w:bCs/>
              </w:rPr>
              <w:t>courriel : jean-yves.lapaquellerie@intradef.gouv.f</w:t>
            </w:r>
            <w:r>
              <w:rPr>
                <w:rFonts w:ascii="Times New Roman" w:hAnsi="Times New Roman"/>
                <w:bCs/>
              </w:rPr>
              <w:t>r</w:t>
            </w:r>
            <w:bookmarkStart w:id="3" w:name="Rmoe_tel"/>
            <w:bookmarkStart w:id="4" w:name="Rmoe_portable"/>
            <w:bookmarkStart w:id="5" w:name="Rmoe_fax"/>
            <w:bookmarkEnd w:id="3"/>
            <w:bookmarkEnd w:id="4"/>
            <w:bookmarkEnd w:id="5"/>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7A0B6D55">
            <w:pPr>
              <w:tabs>
                <w:tab w:val="left" w:pos="10065"/>
              </w:tabs>
              <w:spacing w:line="240" w:lineRule="auto"/>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7A0B6D55">
            <w:pPr>
              <w:tabs>
                <w:tab w:val="left" w:pos="10065"/>
              </w:tabs>
              <w:spacing w:after="0" w:line="240" w:lineRule="auto"/>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48EA2D1D">
            <w:pPr>
              <w:tabs>
                <w:tab w:val="left" w:pos="10065"/>
              </w:tabs>
              <w:spacing w:after="0" w:line="240" w:lineRule="auto"/>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02B6E75D" w14:textId="601AA8F0" w:rsidR="004C3F20" w:rsidRDefault="7A0B6D55" w:rsidP="004B1C04">
            <w:pPr>
              <w:rPr>
                <w:rFonts w:ascii="Times New Roman" w:hAnsi="Times New Roman"/>
                <w:lang w:eastAsia="ar-SA"/>
              </w:rPr>
            </w:pPr>
            <w:bookmarkStart w:id="7" w:name="Objet_marche"/>
            <w:bookmarkEnd w:id="7"/>
            <w:r w:rsidRPr="004B1C04">
              <w:rPr>
                <w:rFonts w:ascii="Times New Roman" w:hAnsi="Times New Roman"/>
                <w:lang w:eastAsia="ar-SA"/>
              </w:rPr>
              <w:t xml:space="preserve">Objet: </w:t>
            </w:r>
            <w:r w:rsidR="00C37446">
              <w:rPr>
                <w:rFonts w:ascii="Times New Roman" w:hAnsi="Times New Roman"/>
                <w:lang w:eastAsia="ar-SA"/>
              </w:rPr>
              <w:t xml:space="preserve">AJACCIO </w:t>
            </w:r>
            <w:r w:rsidR="004B1C04">
              <w:rPr>
                <w:rFonts w:ascii="Times New Roman" w:hAnsi="Times New Roman"/>
                <w:lang w:eastAsia="ar-SA"/>
              </w:rPr>
              <w:t>(2</w:t>
            </w:r>
            <w:r w:rsidR="00C37446">
              <w:rPr>
                <w:rFonts w:ascii="Times New Roman" w:hAnsi="Times New Roman"/>
                <w:lang w:eastAsia="ar-SA"/>
              </w:rPr>
              <w:t>A</w:t>
            </w:r>
            <w:r w:rsidR="004B1C04">
              <w:rPr>
                <w:rFonts w:ascii="Times New Roman" w:hAnsi="Times New Roman"/>
                <w:lang w:eastAsia="ar-SA"/>
              </w:rPr>
              <w:t xml:space="preserve">) – </w:t>
            </w:r>
            <w:r w:rsidR="00C37446">
              <w:rPr>
                <w:rFonts w:ascii="Times New Roman" w:hAnsi="Times New Roman"/>
                <w:lang w:eastAsia="ar-SA"/>
              </w:rPr>
              <w:t>BN ASPRETTO – Rénovation du réseau AEP</w:t>
            </w:r>
          </w:p>
          <w:p w14:paraId="573D7D75" w14:textId="0618DE15" w:rsidR="00230CD9" w:rsidRPr="00712698" w:rsidRDefault="00230CD9" w:rsidP="004B1C04">
            <w:pPr>
              <w:rPr>
                <w:rFonts w:ascii="Times New Roman" w:hAnsi="Times New Roman"/>
              </w:rPr>
            </w:pP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22DECEC8" w:rsidR="00895520" w:rsidRPr="00712698" w:rsidRDefault="00895520">
      <w:pPr>
        <w:spacing w:after="0" w:line="240" w:lineRule="auto"/>
        <w:rPr>
          <w:rFonts w:ascii="Times New Roman" w:eastAsia="Times New Roman" w:hAnsi="Times New Roman"/>
          <w:b/>
          <w:u w:val="single"/>
          <w:lang w:eastAsia="fr-FR"/>
        </w:rPr>
      </w:pP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7DE5C752"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1" o:title=""/>
          </v:shape>
          <w:control r:id="rId12" w:name="OptionButton8" w:shapeid="_x0000_i1075"/>
        </w:object>
      </w:r>
    </w:p>
    <w:p w14:paraId="57283672" w14:textId="707F6EDC"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3" o:title=""/>
          </v:shape>
          <w:control r:id="rId14"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2EF3FE78"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5" o:title=""/>
          </v:shape>
          <w:control r:id="rId16" w:name="OptionButton9" w:shapeid="_x0000_i1079"/>
        </w:object>
      </w:r>
    </w:p>
    <w:p w14:paraId="5B51E06D" w14:textId="5CB98573"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7" o:title=""/>
          </v:shape>
          <w:control r:id="rId18"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47C3EAA1"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19" o:title=""/>
          </v:shape>
          <w:control r:id="rId20"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1" o:title=""/>
          </v:shape>
          <w:control r:id="rId22"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0376C947"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3" o:title=""/>
          </v:shape>
          <w:control r:id="rId24" w:name="OptionButton71" w:shapeid="_x0000_i1087"/>
        </w:object>
      </w:r>
    </w:p>
    <w:p w14:paraId="16AF3BA2" w14:textId="0A06A73C"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5" o:title=""/>
          </v:shape>
          <w:control r:id="rId26"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lastRenderedPageBreak/>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532322DA"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29" o:title=""/>
          </v:shape>
          <w:control r:id="rId30" w:name="OptionButton82" w:shapeid="_x0000_i1093"/>
        </w:object>
      </w:r>
    </w:p>
    <w:p w14:paraId="3954A87A" w14:textId="4299DAFF"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1" o:title=""/>
          </v:shape>
          <w:control r:id="rId32"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623AFF8C"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3" o:title=""/>
          </v:shape>
          <w:control r:id="rId34" w:name="OptionButton91" w:shapeid="_x0000_i1097"/>
        </w:object>
      </w:r>
    </w:p>
    <w:p w14:paraId="3944FA44" w14:textId="5C975435"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5" o:title=""/>
          </v:shape>
          <w:control r:id="rId36"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1B0C195A"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19" o:title=""/>
          </v:shape>
          <w:control r:id="rId37"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1" o:title=""/>
          </v:shape>
          <w:control r:id="rId38"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31FE19E9"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lastRenderedPageBreak/>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39" o:title=""/>
          </v:shape>
          <w:control r:id="rId40" w:name="OptionButton821" w:shapeid="_x0000_i1105"/>
        </w:object>
      </w:r>
    </w:p>
    <w:p w14:paraId="7F7D8AA7" w14:textId="16274E3C"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1" o:title=""/>
          </v:shape>
          <w:control r:id="rId42"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65B803D6"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3" o:title=""/>
          </v:shape>
          <w:control r:id="rId44" w:name="OptionButton92" w:shapeid="_x0000_i1109"/>
        </w:object>
      </w:r>
    </w:p>
    <w:p w14:paraId="1FA91123" w14:textId="28057383"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5" o:title=""/>
          </v:shape>
          <w:control r:id="rId46"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2C135C21"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19" o:title=""/>
          </v:shape>
          <w:control r:id="rId47"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1" o:title=""/>
          </v:shape>
          <w:control r:id="rId48"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2"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2"/>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8EA2D1D">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lastRenderedPageBreak/>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3" w:name="Validité_offre"/>
      <w:bookmarkEnd w:id="13"/>
    </w:p>
    <w:p w14:paraId="2A2746F8" w14:textId="77777777" w:rsidR="0061781D" w:rsidRPr="00712698" w:rsidRDefault="0061781D" w:rsidP="00DB0D27">
      <w:pPr>
        <w:pStyle w:val="Corpsdetexte"/>
        <w:ind w:left="567"/>
        <w:rPr>
          <w:sz w:val="22"/>
          <w:szCs w:val="22"/>
          <w:lang w:val="fr-FR"/>
        </w:rPr>
      </w:pPr>
    </w:p>
    <w:p w14:paraId="3FDA4EB8" w14:textId="32ED1E1C"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49" o:title=""/>
          </v:shape>
          <w:control r:id="rId50"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1" o:title=""/>
          </v:shape>
          <w:control r:id="rId52"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354F6903"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3" o:title=""/>
          </v:shape>
          <w:control r:id="rId54"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5" o:title=""/>
          </v:shape>
          <w:control r:id="rId56"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4"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6F27020"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B1C04">
        <w:rPr>
          <w:sz w:val="22"/>
          <w:szCs w:val="22"/>
          <w:lang w:val="fr-FR"/>
        </w:rPr>
        <w:t>30</w:t>
      </w:r>
      <w:r w:rsidRPr="004B1C04">
        <w:rPr>
          <w:sz w:val="22"/>
          <w:szCs w:val="22"/>
          <w:lang w:val="fr-FR"/>
        </w:rPr>
        <w:t xml:space="preserve"> %</w:t>
      </w:r>
      <w:r w:rsidRPr="7A0B6D55">
        <w:rPr>
          <w:sz w:val="22"/>
          <w:szCs w:val="22"/>
          <w:lang w:val="fr-FR"/>
        </w:rPr>
        <w:t xml:space="preserve"> </w:t>
      </w:r>
      <w:r w:rsidR="001A1533">
        <w:rPr>
          <w:sz w:val="22"/>
          <w:szCs w:val="22"/>
          <w:lang w:val="fr-FR"/>
        </w:rPr>
        <w:t>selon les modalités du CCP</w:t>
      </w:r>
      <w:r w:rsidR="004B1C04">
        <w:rPr>
          <w:sz w:val="22"/>
          <w:szCs w:val="22"/>
          <w:lang w:val="fr-FR"/>
        </w:rPr>
        <w:t xml:space="preserve"> du </w:t>
      </w:r>
      <w:r w:rsidR="004B1C04" w:rsidRPr="7A0B6D55">
        <w:rPr>
          <w:sz w:val="22"/>
          <w:szCs w:val="22"/>
          <w:lang w:val="fr-FR"/>
        </w:rPr>
        <w:t>marché</w:t>
      </w:r>
      <w:r w:rsidRPr="7A0B6D55">
        <w:rPr>
          <w:sz w:val="22"/>
          <w:szCs w:val="22"/>
          <w:lang w:val="fr-FR"/>
        </w:rPr>
        <w:t xml:space="preserve">. </w:t>
      </w:r>
      <w:bookmarkStart w:id="15" w:name="Avance"/>
      <w:bookmarkEnd w:id="15"/>
    </w:p>
    <w:bookmarkEnd w:id="14"/>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3D9C61ED"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6556D8E" w14:textId="172C1BF3" w:rsidR="00143086"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Les travaux sont rémunérés par un prix global et forfaitaire égal à</w:t>
      </w:r>
      <w:r w:rsidR="004E1147">
        <w:rPr>
          <w:sz w:val="22"/>
          <w:szCs w:val="22"/>
          <w:lang w:val="fr-FR"/>
        </w:rPr>
        <w:t> :</w:t>
      </w:r>
    </w:p>
    <w:p w14:paraId="1238EC9B" w14:textId="09420232" w:rsidR="004E1147" w:rsidRDefault="004E1147"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45ADC48" w14:textId="376BA0E1" w:rsidR="004E1147" w:rsidRPr="001D4E25" w:rsidRDefault="004E1147" w:rsidP="7A0B6D55">
      <w:pPr>
        <w:pStyle w:val="Corpsdetexte"/>
        <w:pBdr>
          <w:top w:val="single" w:sz="4" w:space="1" w:color="auto"/>
          <w:left w:val="single" w:sz="4" w:space="4" w:color="auto"/>
          <w:bottom w:val="single" w:sz="4" w:space="1" w:color="auto"/>
          <w:right w:val="single" w:sz="4" w:space="4" w:color="auto"/>
        </w:pBdr>
        <w:ind w:left="567"/>
        <w:rPr>
          <w:b/>
          <w:sz w:val="22"/>
          <w:szCs w:val="22"/>
          <w:u w:val="single"/>
          <w:lang w:val="fr-FR"/>
        </w:rPr>
      </w:pPr>
      <w:r w:rsidRPr="001D4E25">
        <w:rPr>
          <w:b/>
          <w:sz w:val="22"/>
          <w:szCs w:val="22"/>
          <w:u w:val="single"/>
          <w:lang w:val="fr-FR"/>
        </w:rPr>
        <w:t>Tranche ferme</w:t>
      </w:r>
    </w:p>
    <w:p w14:paraId="64D59C70" w14:textId="77777777" w:rsidR="001669C8" w:rsidRPr="00D04078" w:rsidRDefault="001669C8"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658DD7E" w14:textId="77777777" w:rsidR="00143086"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 HT :</w:t>
      </w:r>
    </w:p>
    <w:p w14:paraId="5A35FCD2" w14:textId="77777777" w:rsidR="00143086"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6430DA28" w14:textId="0DC224B5" w:rsidR="00143086"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6C06E248" w14:textId="77777777" w:rsidR="001669C8" w:rsidRPr="00D04078" w:rsidRDefault="001669C8"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12E1084" w14:textId="39EC2F50" w:rsidR="00143086"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lastRenderedPageBreak/>
        <w:t xml:space="preserve">Soit en lettres : </w:t>
      </w:r>
    </w:p>
    <w:p w14:paraId="34DFE183" w14:textId="61266682"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193767CA" w14:textId="48CF6697" w:rsidR="004E1147" w:rsidRPr="001D4E25" w:rsidRDefault="004E1147" w:rsidP="001D724D">
      <w:pPr>
        <w:pStyle w:val="Corpsdetexte"/>
        <w:pBdr>
          <w:top w:val="single" w:sz="4" w:space="1" w:color="auto"/>
          <w:left w:val="single" w:sz="4" w:space="4" w:color="auto"/>
          <w:bottom w:val="single" w:sz="4" w:space="1" w:color="auto"/>
          <w:right w:val="single" w:sz="4" w:space="4" w:color="auto"/>
        </w:pBdr>
        <w:ind w:left="567"/>
        <w:rPr>
          <w:b/>
          <w:sz w:val="22"/>
          <w:szCs w:val="22"/>
          <w:u w:val="single"/>
          <w:lang w:val="fr-FR"/>
        </w:rPr>
      </w:pPr>
      <w:bookmarkStart w:id="16" w:name="_GoBack"/>
      <w:r w:rsidRPr="001D4E25">
        <w:rPr>
          <w:b/>
          <w:sz w:val="22"/>
          <w:szCs w:val="22"/>
          <w:u w:val="single"/>
          <w:lang w:val="fr-FR"/>
        </w:rPr>
        <w:t>Tranche Optionnelle 1 :</w:t>
      </w:r>
    </w:p>
    <w:bookmarkEnd w:id="16"/>
    <w:p w14:paraId="579F91C2" w14:textId="3D3B4988" w:rsidR="004E1147" w:rsidRDefault="004E1147"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2680C68B" w14:textId="77777777" w:rsidR="004E1147" w:rsidRDefault="004E1147"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5F69A59" w14:textId="77777777" w:rsidR="004E1147" w:rsidRPr="004E1147" w:rsidRDefault="004E1147" w:rsidP="004E1147">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E1147">
        <w:rPr>
          <w:sz w:val="22"/>
          <w:szCs w:val="22"/>
          <w:lang w:val="fr-FR"/>
        </w:rPr>
        <w:t>Soit un montant total € HT :</w:t>
      </w:r>
    </w:p>
    <w:p w14:paraId="408C3461" w14:textId="77777777" w:rsidR="004E1147" w:rsidRPr="004E1147" w:rsidRDefault="004E1147" w:rsidP="004E1147">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E1147">
        <w:rPr>
          <w:sz w:val="22"/>
          <w:szCs w:val="22"/>
          <w:lang w:val="fr-FR"/>
        </w:rPr>
        <w:t>Montant TVA 10 %:</w:t>
      </w:r>
    </w:p>
    <w:p w14:paraId="5DC2443B" w14:textId="77777777" w:rsidR="004E1147" w:rsidRPr="004E1147" w:rsidRDefault="004E1147" w:rsidP="004E1147">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E1147">
        <w:rPr>
          <w:sz w:val="22"/>
          <w:szCs w:val="22"/>
          <w:lang w:val="fr-FR"/>
        </w:rPr>
        <w:t>Montant TTC :</w:t>
      </w:r>
    </w:p>
    <w:p w14:paraId="00C060DB" w14:textId="77777777" w:rsidR="004E1147" w:rsidRPr="004E1147" w:rsidRDefault="004E1147" w:rsidP="004E1147">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1F25A90D" w14:textId="6F5067BB" w:rsidR="004E1147" w:rsidRDefault="004E1147" w:rsidP="004E1147">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E1147">
        <w:rPr>
          <w:sz w:val="22"/>
          <w:szCs w:val="22"/>
          <w:lang w:val="fr-FR"/>
        </w:rPr>
        <w:t>Soit en lettres :</w:t>
      </w:r>
    </w:p>
    <w:p w14:paraId="72DDCDB5" w14:textId="77777777" w:rsidR="004E1147" w:rsidRDefault="004E1147"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58069F1F" w14:textId="4702F710" w:rsidR="004E1147" w:rsidRDefault="004E1147"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57CD02D1" w14:textId="77777777" w:rsidR="004E1147" w:rsidRDefault="004E1147"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DF05A70" w14:textId="4C6FAFAA" w:rsidR="00090BBC" w:rsidRPr="00090BBC" w:rsidRDefault="7A0B6D55" w:rsidP="7A0B6D55">
      <w:pPr>
        <w:pStyle w:val="Commentaire"/>
        <w:spacing w:after="0"/>
        <w:ind w:left="567"/>
        <w:rPr>
          <w:rFonts w:ascii="Times New Roman" w:hAnsi="Times New Roman"/>
          <w:sz w:val="22"/>
          <w:szCs w:val="22"/>
        </w:rPr>
      </w:pPr>
      <w:bookmarkStart w:id="19" w:name="AEClause_sociale"/>
      <w:bookmarkEnd w:id="19"/>
      <w:r>
        <w:t xml:space="preserve"> S</w:t>
      </w:r>
      <w:r w:rsidRPr="7A0B6D55">
        <w:rPr>
          <w:rFonts w:ascii="Times New Roman" w:hAnsi="Times New Roman"/>
          <w:sz w:val="22"/>
          <w:szCs w:val="22"/>
        </w:rPr>
        <w:t xml:space="preserve">ans objet </w:t>
      </w:r>
    </w:p>
    <w:p w14:paraId="7B42AB41"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lastRenderedPageBreak/>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7"/>
      <w:footerReference w:type="default" r:id="rId58"/>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222384E5"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1D4E25">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D4E25">
              <w:rPr>
                <w:b/>
                <w:bCs/>
                <w:noProof/>
              </w:rPr>
              <w:t>8</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E96687" w:rsidRDefault="00E96687"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7A0B6D55"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7A0B6D55"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E96687" w:rsidRPr="00D97AAC" w:rsidRDefault="00E96687"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3984B047" w:rsidR="48EA2D1D" w:rsidRPr="004B1C04" w:rsidRDefault="48EA2D1D" w:rsidP="48EA2D1D">
    <w:pPr>
      <w:pStyle w:val="En-tte"/>
      <w:jc w:val="right"/>
    </w:pPr>
    <w:r w:rsidRPr="004B1C04">
      <w:t>DAF_</w:t>
    </w:r>
    <w:r w:rsidR="004B1C04" w:rsidRPr="004B1C04">
      <w:t>202</w:t>
    </w:r>
    <w:r w:rsidR="00C37446">
      <w:t>5</w:t>
    </w:r>
    <w:r w:rsidRPr="004B1C04">
      <w:t>_</w:t>
    </w:r>
    <w:r w:rsidR="004B1C04" w:rsidRPr="004B1C04">
      <w:t>00</w:t>
    </w:r>
    <w:r w:rsidR="001D4E25">
      <w:t>1312</w:t>
    </w:r>
    <w:r w:rsidRPr="004B1C04">
      <w:t xml:space="preserve"> / Projet ESID </w:t>
    </w:r>
    <w:r w:rsidR="00C37446">
      <w:t>25 260</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669C8"/>
    <w:rsid w:val="00181703"/>
    <w:rsid w:val="00185ABE"/>
    <w:rsid w:val="001A1533"/>
    <w:rsid w:val="001B4DC6"/>
    <w:rsid w:val="001D4E25"/>
    <w:rsid w:val="001D724D"/>
    <w:rsid w:val="001D7F67"/>
    <w:rsid w:val="001F0851"/>
    <w:rsid w:val="00230CD9"/>
    <w:rsid w:val="00245B5B"/>
    <w:rsid w:val="00283C5A"/>
    <w:rsid w:val="00292262"/>
    <w:rsid w:val="002B118A"/>
    <w:rsid w:val="002C24AF"/>
    <w:rsid w:val="00301A1A"/>
    <w:rsid w:val="00307959"/>
    <w:rsid w:val="00373163"/>
    <w:rsid w:val="0038608E"/>
    <w:rsid w:val="00392AA8"/>
    <w:rsid w:val="003C579A"/>
    <w:rsid w:val="00403496"/>
    <w:rsid w:val="00406F02"/>
    <w:rsid w:val="004404F1"/>
    <w:rsid w:val="004B1C04"/>
    <w:rsid w:val="004B325E"/>
    <w:rsid w:val="004B7039"/>
    <w:rsid w:val="004C3F20"/>
    <w:rsid w:val="004D3B85"/>
    <w:rsid w:val="004E1147"/>
    <w:rsid w:val="004E1A38"/>
    <w:rsid w:val="004F0020"/>
    <w:rsid w:val="00501E0C"/>
    <w:rsid w:val="0054482A"/>
    <w:rsid w:val="005736A9"/>
    <w:rsid w:val="00594FC6"/>
    <w:rsid w:val="00596923"/>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4128"/>
    <w:rsid w:val="00701822"/>
    <w:rsid w:val="0071183D"/>
    <w:rsid w:val="00712698"/>
    <w:rsid w:val="00744E3F"/>
    <w:rsid w:val="007544A2"/>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92DF1"/>
    <w:rsid w:val="009C1AFF"/>
    <w:rsid w:val="009D20C2"/>
    <w:rsid w:val="009E1A07"/>
    <w:rsid w:val="00A132C4"/>
    <w:rsid w:val="00A14085"/>
    <w:rsid w:val="00A15FD7"/>
    <w:rsid w:val="00A32898"/>
    <w:rsid w:val="00A443F3"/>
    <w:rsid w:val="00A5177D"/>
    <w:rsid w:val="00A94139"/>
    <w:rsid w:val="00AA78CA"/>
    <w:rsid w:val="00AB6F65"/>
    <w:rsid w:val="00AC21DD"/>
    <w:rsid w:val="00AD3E84"/>
    <w:rsid w:val="00B00C11"/>
    <w:rsid w:val="00B27403"/>
    <w:rsid w:val="00B4401B"/>
    <w:rsid w:val="00B7749F"/>
    <w:rsid w:val="00B96E2D"/>
    <w:rsid w:val="00BE1F1B"/>
    <w:rsid w:val="00BE680E"/>
    <w:rsid w:val="00BF28ED"/>
    <w:rsid w:val="00BF4056"/>
    <w:rsid w:val="00C223A1"/>
    <w:rsid w:val="00C22C13"/>
    <w:rsid w:val="00C37446"/>
    <w:rsid w:val="00C627CC"/>
    <w:rsid w:val="00C65F9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control" Target="activeX/activeX12.xml"/><Relationship Id="rId42" Type="http://schemas.openxmlformats.org/officeDocument/2006/relationships/control" Target="activeX/activeX17.xml"/><Relationship Id="rId47" Type="http://schemas.openxmlformats.org/officeDocument/2006/relationships/control" Target="activeX/activeX20.xml"/><Relationship Id="rId50" Type="http://schemas.openxmlformats.org/officeDocument/2006/relationships/control" Target="activeX/activeX22.xml"/><Relationship Id="rId55" Type="http://schemas.openxmlformats.org/officeDocument/2006/relationships/image" Target="media/image21.wmf"/><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image" Target="media/image10.wmf"/><Relationship Id="rId41" Type="http://schemas.openxmlformats.org/officeDocument/2006/relationships/image" Target="media/image15.wmf"/><Relationship Id="rId54"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control" Target="activeX/activeX14.xml"/><Relationship Id="rId40" Type="http://schemas.openxmlformats.org/officeDocument/2006/relationships/control" Target="activeX/activeX16.xml"/><Relationship Id="rId45" Type="http://schemas.openxmlformats.org/officeDocument/2006/relationships/image" Target="media/image17.wmf"/><Relationship Id="rId53" Type="http://schemas.openxmlformats.org/officeDocument/2006/relationships/image" Target="media/image20.wmf"/><Relationship Id="rId58"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18.wmf"/><Relationship Id="rId57"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control" Target="activeX/activeX10.xml"/><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control" Target="activeX/activeX21.xml"/><Relationship Id="rId56" Type="http://schemas.openxmlformats.org/officeDocument/2006/relationships/control" Target="activeX/activeX25.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84EC732-79C5-4750-B30A-5A6D685A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13</TotalTime>
  <Pages>8</Pages>
  <Words>1422</Words>
  <Characters>7825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PACE Bernadette SA CONT CN DEVDURA</cp:lastModifiedBy>
  <cp:revision>11</cp:revision>
  <dcterms:created xsi:type="dcterms:W3CDTF">2025-01-13T08:40:00Z</dcterms:created>
  <dcterms:modified xsi:type="dcterms:W3CDTF">2025-09-02T12:06:00Z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